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B7B53D0" w14:textId="77777777" w:rsidTr="00F279E6">
        <w:tc>
          <w:tcPr>
            <w:tcW w:w="1396" w:type="pct"/>
            <w:shd w:val="clear" w:color="auto" w:fill="auto"/>
          </w:tcPr>
          <w:p w14:paraId="0D0A966A" w14:textId="0B15B5A9" w:rsidR="00A301E0" w:rsidRPr="00752A41" w:rsidRDefault="00692136" w:rsidP="00752A41">
            <w:pPr>
              <w:pStyle w:val="SISSCODE"/>
            </w:pPr>
            <w:r w:rsidRPr="00692136">
              <w:t>AHCSS0</w:t>
            </w:r>
            <w:r>
              <w:t>XX</w:t>
            </w:r>
            <w:r w:rsidRPr="00692136">
              <w:t>82</w:t>
            </w:r>
          </w:p>
        </w:tc>
        <w:tc>
          <w:tcPr>
            <w:tcW w:w="3604" w:type="pct"/>
            <w:shd w:val="clear" w:color="auto" w:fill="auto"/>
          </w:tcPr>
          <w:p w14:paraId="6A3918DA" w14:textId="53E9BDF6" w:rsidR="00A301E0" w:rsidRPr="00752A41" w:rsidRDefault="004667AA" w:rsidP="00752A41">
            <w:pPr>
              <w:pStyle w:val="SISStitle"/>
            </w:pPr>
            <w:r w:rsidRPr="004667AA">
              <w:t>Carbon Farming Aerial Savanna Burning Skill Set</w:t>
            </w:r>
          </w:p>
        </w:tc>
      </w:tr>
    </w:tbl>
    <w:p w14:paraId="354B2CA1" w14:textId="77777777" w:rsidR="00A301E0" w:rsidRPr="00536741" w:rsidRDefault="00A301E0" w:rsidP="00A301E0"/>
    <w:p w14:paraId="1FFBDCB4" w14:textId="77777777" w:rsidR="00F1480E" w:rsidRDefault="00F1480E" w:rsidP="000D7BE6">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7C5033EB" w:rsidR="00536741" w:rsidRPr="00752A41" w:rsidRDefault="00536741" w:rsidP="00752A41">
            <w:pPr>
              <w:pStyle w:val="SIText"/>
            </w:pPr>
            <w:r w:rsidRPr="00CC451E">
              <w:t>Release</w:t>
            </w:r>
            <w:r w:rsidRPr="00752A41">
              <w:t xml:space="preserve"> </w:t>
            </w:r>
            <w:r w:rsidR="00692136">
              <w:t>3</w:t>
            </w:r>
          </w:p>
        </w:tc>
        <w:tc>
          <w:tcPr>
            <w:tcW w:w="3604" w:type="pct"/>
            <w:shd w:val="clear" w:color="auto" w:fill="auto"/>
          </w:tcPr>
          <w:p w14:paraId="4EF36877" w14:textId="64610593" w:rsidR="00692136" w:rsidRPr="00692136" w:rsidRDefault="00692136" w:rsidP="00692136">
            <w:pPr>
              <w:pStyle w:val="SIText"/>
            </w:pPr>
            <w:r w:rsidRPr="00692136">
              <w:t xml:space="preserve">This version released with AHC Agriculture, Horticulture and Conservation and Land Management Training Package Version </w:t>
            </w:r>
            <w:r w:rsidR="00915ADF">
              <w:t>9</w:t>
            </w:r>
            <w:r w:rsidRPr="00692136">
              <w:t>.0.</w:t>
            </w:r>
          </w:p>
          <w:p w14:paraId="6AFB7917" w14:textId="77777777" w:rsidR="00692136" w:rsidRPr="00692136" w:rsidRDefault="00692136" w:rsidP="00692136">
            <w:pPr>
              <w:pStyle w:val="SIText"/>
            </w:pPr>
          </w:p>
          <w:p w14:paraId="076610D9" w14:textId="4092B9D0" w:rsidR="00536741" w:rsidRDefault="008612A5" w:rsidP="008612A5">
            <w:pPr>
              <w:pStyle w:val="SIText"/>
            </w:pPr>
            <w:r w:rsidRPr="00B22124">
              <w:t xml:space="preserve">This skill set supersedes and is </w:t>
            </w:r>
            <w:r w:rsidRPr="00817111">
              <w:rPr>
                <w:rStyle w:val="SITemporaryText-green"/>
                <w:color w:val="auto"/>
                <w:sz w:val="20"/>
                <w:szCs w:val="22"/>
              </w:rPr>
              <w:t>not equivalent</w:t>
            </w:r>
            <w:r w:rsidRPr="00B22124">
              <w:t xml:space="preserve"> to </w:t>
            </w:r>
            <w:r w:rsidRPr="00817111">
              <w:rPr>
                <w:rStyle w:val="SITemporaryText-green"/>
                <w:color w:val="auto"/>
                <w:sz w:val="20"/>
                <w:szCs w:val="22"/>
              </w:rPr>
              <w:t>AHCSS00082 XX Skill Set</w:t>
            </w:r>
            <w:r w:rsidRPr="00B22124">
              <w:t>.</w:t>
            </w:r>
            <w:r w:rsidRPr="008612A5">
              <w:t xml:space="preserve"> </w:t>
            </w:r>
            <w:r w:rsidR="00692136" w:rsidRPr="00692136">
              <w:t>Unit codes</w:t>
            </w:r>
            <w:r w:rsidR="0043064B">
              <w:t xml:space="preserve"> and qualification codes</w:t>
            </w:r>
            <w:r w:rsidR="00692136" w:rsidRPr="00692136">
              <w:t xml:space="preserve"> updated.</w:t>
            </w:r>
            <w:r w:rsidR="00EB61D8">
              <w:t xml:space="preserve"> Prerequisite requirements updated.</w:t>
            </w:r>
          </w:p>
        </w:tc>
      </w:tr>
    </w:tbl>
    <w:p w14:paraId="0161C55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2F22304C" w14:textId="33C96269" w:rsidR="00A644BD" w:rsidRPr="00890663" w:rsidRDefault="004667AA" w:rsidP="00752A41">
            <w:pPr>
              <w:pStyle w:val="SIText"/>
            </w:pPr>
            <w:r w:rsidRPr="004667AA">
              <w:t xml:space="preserve">This skill set covers the skills and knowledge required by individuals to work on carbon farming aerial savanna burning projects that are carried out on grazing land, or national or state/territory parks or on </w:t>
            </w:r>
            <w:r w:rsidR="00817111">
              <w:t>Country</w:t>
            </w:r>
            <w:r w:rsidRPr="004667AA">
              <w:t>.</w:t>
            </w:r>
            <w:r w:rsidR="00817111">
              <w:t xml:space="preserve"> </w:t>
            </w:r>
          </w:p>
          <w:p w14:paraId="1A887ECB" w14:textId="77777777" w:rsidR="00A772D9" w:rsidRPr="00536741" w:rsidRDefault="00A772D9" w:rsidP="004667AA">
            <w:pPr>
              <w:pStyle w:val="SIText"/>
            </w:pP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77D94A87" w14:textId="77777777" w:rsidR="004667AA" w:rsidRPr="004667AA" w:rsidRDefault="004667AA" w:rsidP="004667AA">
            <w:pPr>
              <w:pStyle w:val="SIText"/>
            </w:pPr>
            <w:r w:rsidRPr="004667AA">
              <w:t xml:space="preserve">These units of competency provide credit towards </w:t>
            </w:r>
            <w:proofErr w:type="gramStart"/>
            <w:r w:rsidRPr="004667AA">
              <w:t>a number of</w:t>
            </w:r>
            <w:proofErr w:type="gramEnd"/>
            <w:r w:rsidRPr="004667AA">
              <w:t xml:space="preserve"> qualifications in the AHC Agriculture, Horticulture, Conservation and Land Management Training Package, including:</w:t>
            </w:r>
          </w:p>
          <w:p w14:paraId="660D172D" w14:textId="5CC3CADD" w:rsidR="004667AA" w:rsidRPr="004667AA" w:rsidRDefault="004667AA" w:rsidP="004667AA">
            <w:pPr>
              <w:pStyle w:val="SIBulletList1"/>
            </w:pPr>
            <w:r w:rsidRPr="004667AA">
              <w:t>AHC30116 Certificate III in Agriculture</w:t>
            </w:r>
          </w:p>
          <w:p w14:paraId="09040472" w14:textId="0CC0262D" w:rsidR="00890663" w:rsidRDefault="004667AA" w:rsidP="004667AA">
            <w:pPr>
              <w:pStyle w:val="SIBulletList1"/>
            </w:pPr>
            <w:r w:rsidRPr="004667AA">
              <w:tab/>
              <w:t>AHC31420 Certificate III in Conservation and Ecosystem Management</w:t>
            </w:r>
          </w:p>
          <w:p w14:paraId="4285363C" w14:textId="034D861F" w:rsidR="00692136" w:rsidRDefault="00692136" w:rsidP="004667AA">
            <w:pPr>
              <w:pStyle w:val="SIBulletList1"/>
            </w:pPr>
            <w:r>
              <w:t>AHC3</w:t>
            </w:r>
            <w:r w:rsidR="008612A5">
              <w:t>2</w:t>
            </w:r>
            <w:r w:rsidR="00620C6E">
              <w:t>X</w:t>
            </w:r>
            <w:r>
              <w:t>5</w:t>
            </w:r>
            <w:r w:rsidR="00620C6E">
              <w:t>2</w:t>
            </w:r>
            <w:r w:rsidR="0040149B">
              <w:t>2</w:t>
            </w:r>
            <w:r>
              <w:t xml:space="preserve"> Certificate III in on Country Management</w:t>
            </w:r>
          </w:p>
          <w:p w14:paraId="3A871A6A" w14:textId="5F48CBBC" w:rsidR="00692136" w:rsidRPr="00536741" w:rsidRDefault="00692136" w:rsidP="004667AA">
            <w:pPr>
              <w:pStyle w:val="SIBulletList1"/>
            </w:pPr>
            <w:r>
              <w:t>AHC3</w:t>
            </w:r>
            <w:r w:rsidR="008612A5">
              <w:t>1</w:t>
            </w:r>
            <w:r w:rsidR="00620C6E">
              <w:t>X</w:t>
            </w:r>
            <w:r>
              <w:t>5</w:t>
            </w:r>
            <w:r w:rsidR="00620C6E">
              <w:t>2</w:t>
            </w:r>
            <w:r w:rsidR="0040149B">
              <w:t>2</w:t>
            </w:r>
            <w:r>
              <w:t xml:space="preserve"> Certificate III in Cultural Sites Work</w:t>
            </w:r>
            <w:r w:rsidR="008612A5">
              <w:t>.</w:t>
            </w:r>
          </w:p>
          <w:p w14:paraId="0FCA560E" w14:textId="4D7744F0" w:rsidR="00A301E0" w:rsidRPr="00752A41" w:rsidRDefault="00A301E0" w:rsidP="00752A41">
            <w:pPr>
              <w:pStyle w:val="SIText"/>
              <w:rPr>
                <w:rStyle w:val="SITemporarytext-red"/>
              </w:rPr>
            </w:pPr>
          </w:p>
        </w:tc>
      </w:tr>
      <w:tr w:rsidR="00A301E0" w:rsidRPr="00963A46" w14:paraId="4596CAE7" w14:textId="77777777" w:rsidTr="00A301E0">
        <w:trPr>
          <w:trHeight w:val="1058"/>
        </w:trPr>
        <w:tc>
          <w:tcPr>
            <w:tcW w:w="5000" w:type="pct"/>
            <w:shd w:val="clear" w:color="auto" w:fill="auto"/>
          </w:tcPr>
          <w:p w14:paraId="12C16C84" w14:textId="77777777" w:rsidR="00890663" w:rsidRPr="00752A41" w:rsidRDefault="00A301E0" w:rsidP="00752A41">
            <w:pPr>
              <w:pStyle w:val="SITextHeading2"/>
            </w:pPr>
            <w:r w:rsidRPr="0083005E">
              <w:t>Licensing/Regulatory Information</w:t>
            </w:r>
          </w:p>
          <w:p w14:paraId="1AD05698" w14:textId="7FEB9BAD" w:rsidR="00A301E0" w:rsidRPr="00A301E0" w:rsidRDefault="004463CA" w:rsidP="00692136">
            <w:pPr>
              <w:pStyle w:val="SIText"/>
            </w:pPr>
            <w:r w:rsidRPr="004463CA">
              <w:t xml:space="preserve">No licensing, legislative or certification requirements apply to this </w:t>
            </w:r>
            <w:r w:rsidRPr="00752A41">
              <w:t xml:space="preserve">skill set at the time of publication. </w:t>
            </w:r>
          </w:p>
        </w:tc>
      </w:tr>
      <w:tr w:rsidR="00A772D9" w:rsidRPr="00963A46" w14:paraId="0EC8173D" w14:textId="77777777" w:rsidTr="000D7BE6">
        <w:trPr>
          <w:trHeight w:val="1232"/>
        </w:trPr>
        <w:tc>
          <w:tcPr>
            <w:tcW w:w="5000" w:type="pct"/>
            <w:shd w:val="clear" w:color="auto" w:fill="auto"/>
          </w:tcPr>
          <w:p w14:paraId="44F2D6E9" w14:textId="0E75B64F" w:rsidR="00A772D9" w:rsidRDefault="00DB557A" w:rsidP="00752A41">
            <w:pPr>
              <w:pStyle w:val="SITextHeading2"/>
            </w:pPr>
            <w:r>
              <w:t>Skill Set</w:t>
            </w:r>
            <w:r w:rsidR="00A772D9" w:rsidRPr="00752A41">
              <w:t xml:space="preserve"> Requirements</w:t>
            </w:r>
          </w:p>
          <w:p w14:paraId="5C399F3D" w14:textId="77777777" w:rsidR="008612A5" w:rsidRPr="008612A5" w:rsidRDefault="008612A5" w:rsidP="008612A5">
            <w:pPr>
              <w:pStyle w:val="SIText"/>
            </w:pPr>
            <w:r w:rsidRPr="008612A5">
              <w:t>An asterisk (*) next to the unit code indicates that there are prerequisite requirements which must be met as part of the skills set requirements. Please refer to the Prerequisite requirements table for details.</w:t>
            </w:r>
          </w:p>
          <w:p w14:paraId="004FBDC8" w14:textId="77777777" w:rsidR="004667AA" w:rsidRPr="004667AA" w:rsidRDefault="004667AA" w:rsidP="004667AA">
            <w:pPr>
              <w:pStyle w:val="SIBulletList1"/>
            </w:pPr>
            <w:r w:rsidRPr="004667AA">
              <w:t>AHCCFP301 Identify the effects of climate change as a factor in land management</w:t>
            </w:r>
          </w:p>
          <w:p w14:paraId="0E3048EC" w14:textId="77777777" w:rsidR="004667AA" w:rsidRPr="004667AA" w:rsidRDefault="004667AA" w:rsidP="004667AA">
            <w:pPr>
              <w:pStyle w:val="SIBulletList1"/>
            </w:pPr>
            <w:r w:rsidRPr="004667AA">
              <w:t>AHCFIR202 Assist with prescribed burning</w:t>
            </w:r>
          </w:p>
          <w:p w14:paraId="7E57AA97" w14:textId="4FD11D53" w:rsidR="00692136" w:rsidRDefault="00692136" w:rsidP="004667AA">
            <w:pPr>
              <w:pStyle w:val="SIBulletList1"/>
            </w:pPr>
            <w:r w:rsidRPr="00692136">
              <w:t>AHC</w:t>
            </w:r>
            <w:r w:rsidR="008612A5">
              <w:t>OC</w:t>
            </w:r>
            <w:r w:rsidRPr="00692136">
              <w:t>M3</w:t>
            </w:r>
            <w:r w:rsidR="006446A1">
              <w:t>X</w:t>
            </w:r>
            <w:r w:rsidRPr="00692136">
              <w:t xml:space="preserve">06 </w:t>
            </w:r>
            <w:r w:rsidR="00B71B48">
              <w:t>Follow</w:t>
            </w:r>
            <w:r w:rsidRPr="00692136">
              <w:t xml:space="preserve"> Aboriginal and/or Torres Strait Islander cultural protocols</w:t>
            </w:r>
          </w:p>
          <w:p w14:paraId="202A20C3" w14:textId="245EE86C" w:rsidR="004667AA" w:rsidRPr="004667AA" w:rsidRDefault="004667AA" w:rsidP="004667AA">
            <w:pPr>
              <w:pStyle w:val="SIBulletList1"/>
            </w:pPr>
            <w:r w:rsidRPr="004667AA">
              <w:t>AHC</w:t>
            </w:r>
            <w:r w:rsidR="008612A5">
              <w:t>OC</w:t>
            </w:r>
            <w:r w:rsidRPr="004667AA">
              <w:t>M3</w:t>
            </w:r>
            <w:r w:rsidR="006446A1">
              <w:t>X</w:t>
            </w:r>
            <w:r w:rsidRPr="004667AA">
              <w:t>07</w:t>
            </w:r>
            <w:r w:rsidR="006446A1">
              <w:t>*</w:t>
            </w:r>
            <w:r w:rsidRPr="004667AA">
              <w:t xml:space="preserve"> Implement cultural burning practices</w:t>
            </w:r>
          </w:p>
          <w:p w14:paraId="0B379383" w14:textId="77777777" w:rsidR="004667AA" w:rsidRPr="004667AA" w:rsidRDefault="004667AA" w:rsidP="004667AA">
            <w:pPr>
              <w:pStyle w:val="SIBulletList1"/>
            </w:pPr>
            <w:r w:rsidRPr="004667AA">
              <w:t>PUAFIR017 Work safely around aircraft</w:t>
            </w:r>
          </w:p>
          <w:p w14:paraId="6E22C4AE" w14:textId="2192B89B" w:rsidR="004667AA" w:rsidRDefault="006446A1" w:rsidP="004667AA">
            <w:pPr>
              <w:pStyle w:val="SIBulletList1"/>
            </w:pPr>
            <w:r w:rsidRPr="006446A1">
              <w:t>PUAFIR008</w:t>
            </w:r>
            <w:r>
              <w:t>*</w:t>
            </w:r>
            <w:r w:rsidRPr="006446A1">
              <w:t xml:space="preserve"> </w:t>
            </w:r>
            <w:r w:rsidR="004667AA" w:rsidRPr="004667AA">
              <w:t xml:space="preserve">Operate aerial ignition equipment in an aircraft </w:t>
            </w:r>
          </w:p>
          <w:p w14:paraId="14C0DA64" w14:textId="4586FE20" w:rsidR="006446A1" w:rsidRDefault="006446A1" w:rsidP="006446A1">
            <w:pPr>
              <w:pStyle w:val="SIBulletList1"/>
              <w:numPr>
                <w:ilvl w:val="0"/>
                <w:numId w:val="0"/>
              </w:numPr>
              <w:ind w:left="357" w:hanging="357"/>
            </w:pPr>
          </w:p>
          <w:p w14:paraId="45E13822" w14:textId="77777777" w:rsidR="006446A1" w:rsidRPr="006446A1" w:rsidRDefault="006446A1" w:rsidP="006446A1">
            <w:pPr>
              <w:pStyle w:val="SITextHeading2"/>
            </w:pPr>
            <w:r w:rsidRPr="00672C36">
              <w:t>Prerequisite Requirements</w:t>
            </w:r>
          </w:p>
          <w:tbl>
            <w:tblPr>
              <w:tblW w:w="0" w:type="auto"/>
              <w:tblLook w:val="0000" w:firstRow="0" w:lastRow="0" w:firstColumn="0" w:lastColumn="0" w:noHBand="0" w:noVBand="0"/>
            </w:tblPr>
            <w:tblGrid>
              <w:gridCol w:w="4701"/>
              <w:gridCol w:w="4701"/>
            </w:tblGrid>
            <w:tr w:rsidR="006446A1" w14:paraId="39A87347" w14:textId="77777777" w:rsidTr="00493813">
              <w:tc>
                <w:tcPr>
                  <w:tcW w:w="4701" w:type="dxa"/>
                  <w:tcBorders>
                    <w:top w:val="single" w:sz="4" w:space="0" w:color="auto"/>
                    <w:left w:val="single" w:sz="4" w:space="0" w:color="auto"/>
                    <w:bottom w:val="single" w:sz="4" w:space="0" w:color="auto"/>
                    <w:right w:val="single" w:sz="4" w:space="0" w:color="auto"/>
                  </w:tcBorders>
                </w:tcPr>
                <w:p w14:paraId="04BDE1FB" w14:textId="77777777" w:rsidR="006446A1" w:rsidRPr="006446A1" w:rsidRDefault="006446A1" w:rsidP="006446A1">
                  <w:pPr>
                    <w:pStyle w:val="SIText-Bold"/>
                  </w:pPr>
                  <w:r>
                    <w:t>Unit of competency</w:t>
                  </w:r>
                </w:p>
              </w:tc>
              <w:tc>
                <w:tcPr>
                  <w:tcW w:w="4701" w:type="dxa"/>
                  <w:tcBorders>
                    <w:top w:val="single" w:sz="4" w:space="0" w:color="auto"/>
                    <w:left w:val="single" w:sz="4" w:space="0" w:color="auto"/>
                    <w:bottom w:val="single" w:sz="4" w:space="0" w:color="auto"/>
                    <w:right w:val="single" w:sz="4" w:space="0" w:color="auto"/>
                  </w:tcBorders>
                </w:tcPr>
                <w:p w14:paraId="03930160" w14:textId="77777777" w:rsidR="006446A1" w:rsidRPr="006446A1" w:rsidRDefault="006446A1" w:rsidP="006446A1">
                  <w:pPr>
                    <w:pStyle w:val="SIText-Bold"/>
                  </w:pPr>
                  <w:r>
                    <w:t>Prerequisite requirement</w:t>
                  </w:r>
                </w:p>
              </w:tc>
            </w:tr>
            <w:tr w:rsidR="006446A1" w:rsidRPr="000E0E6D" w14:paraId="58777C27" w14:textId="77777777" w:rsidTr="00493813">
              <w:tc>
                <w:tcPr>
                  <w:tcW w:w="4701" w:type="dxa"/>
                  <w:tcBorders>
                    <w:top w:val="single" w:sz="4" w:space="0" w:color="auto"/>
                    <w:left w:val="single" w:sz="4" w:space="0" w:color="auto"/>
                    <w:bottom w:val="single" w:sz="4" w:space="0" w:color="auto"/>
                    <w:right w:val="single" w:sz="4" w:space="0" w:color="auto"/>
                  </w:tcBorders>
                </w:tcPr>
                <w:p w14:paraId="0E5B3580" w14:textId="680746F5" w:rsidR="006446A1" w:rsidRPr="006446A1" w:rsidRDefault="006446A1" w:rsidP="006446A1">
                  <w:pPr>
                    <w:pStyle w:val="SIText"/>
                  </w:pPr>
                  <w:r w:rsidRPr="006446A1">
                    <w:rPr>
                      <w:rStyle w:val="SITemporaryText-blue"/>
                      <w:color w:val="auto"/>
                      <w:sz w:val="20"/>
                      <w:szCs w:val="22"/>
                    </w:rPr>
                    <w:t>AHCILM3X07 Implement cultural burning practices</w:t>
                  </w:r>
                </w:p>
              </w:tc>
              <w:tc>
                <w:tcPr>
                  <w:tcW w:w="4701" w:type="dxa"/>
                  <w:tcBorders>
                    <w:top w:val="single" w:sz="4" w:space="0" w:color="auto"/>
                    <w:left w:val="single" w:sz="4" w:space="0" w:color="auto"/>
                    <w:bottom w:val="single" w:sz="4" w:space="0" w:color="auto"/>
                    <w:right w:val="single" w:sz="4" w:space="0" w:color="auto"/>
                  </w:tcBorders>
                </w:tcPr>
                <w:p w14:paraId="5C2026A5" w14:textId="0CECE968" w:rsidR="006446A1" w:rsidRPr="006446A1" w:rsidRDefault="006446A1" w:rsidP="006446A1">
                  <w:pPr>
                    <w:pStyle w:val="SIText"/>
                  </w:pPr>
                  <w:r w:rsidRPr="000E0E6D">
                    <w:t>AHCILM3</w:t>
                  </w:r>
                  <w:r w:rsidRPr="006446A1">
                    <w:t xml:space="preserve">X06 </w:t>
                  </w:r>
                  <w:r w:rsidR="00B71B48">
                    <w:t>Follow</w:t>
                  </w:r>
                  <w:r w:rsidR="00B71B48" w:rsidRPr="00B71B48">
                    <w:t xml:space="preserve"> Aboriginal and/or Torres Strait Islander cultural protocols</w:t>
                  </w:r>
                </w:p>
              </w:tc>
            </w:tr>
            <w:tr w:rsidR="006446A1" w:rsidRPr="000E0E6D" w14:paraId="02B6F863" w14:textId="77777777" w:rsidTr="00493813">
              <w:tc>
                <w:tcPr>
                  <w:tcW w:w="4701" w:type="dxa"/>
                  <w:tcBorders>
                    <w:top w:val="single" w:sz="4" w:space="0" w:color="auto"/>
                    <w:left w:val="single" w:sz="4" w:space="0" w:color="auto"/>
                    <w:bottom w:val="single" w:sz="4" w:space="0" w:color="auto"/>
                    <w:right w:val="single" w:sz="4" w:space="0" w:color="auto"/>
                  </w:tcBorders>
                </w:tcPr>
                <w:p w14:paraId="75B7DBA0" w14:textId="01311DAE" w:rsidR="006446A1" w:rsidRPr="006446A1" w:rsidRDefault="006446A1" w:rsidP="006446A1">
                  <w:pPr>
                    <w:pStyle w:val="SIText"/>
                    <w:rPr>
                      <w:rStyle w:val="SITemporaryText-blue"/>
                      <w:color w:val="auto"/>
                      <w:sz w:val="20"/>
                      <w:szCs w:val="22"/>
                    </w:rPr>
                  </w:pPr>
                  <w:r w:rsidRPr="006446A1">
                    <w:rPr>
                      <w:rStyle w:val="SITemporaryText-blue"/>
                      <w:color w:val="auto"/>
                      <w:sz w:val="20"/>
                      <w:szCs w:val="22"/>
                    </w:rPr>
                    <w:t>PUAFIR008* Operate aerial ignition equipment in an aircraft</w:t>
                  </w:r>
                </w:p>
              </w:tc>
              <w:tc>
                <w:tcPr>
                  <w:tcW w:w="4701" w:type="dxa"/>
                  <w:tcBorders>
                    <w:top w:val="single" w:sz="4" w:space="0" w:color="auto"/>
                    <w:left w:val="single" w:sz="4" w:space="0" w:color="auto"/>
                    <w:bottom w:val="single" w:sz="4" w:space="0" w:color="auto"/>
                    <w:right w:val="single" w:sz="4" w:space="0" w:color="auto"/>
                  </w:tcBorders>
                </w:tcPr>
                <w:p w14:paraId="297182E3" w14:textId="57433BC1" w:rsidR="006446A1" w:rsidRPr="000E0E6D" w:rsidRDefault="006446A1" w:rsidP="006446A1">
                  <w:pPr>
                    <w:pStyle w:val="SIText"/>
                  </w:pPr>
                  <w:r w:rsidRPr="006446A1">
                    <w:t>PUAFIR017 Work safely around aircraft</w:t>
                  </w:r>
                </w:p>
              </w:tc>
            </w:tr>
          </w:tbl>
          <w:p w14:paraId="6D952C0E" w14:textId="77777777" w:rsidR="001F28F9" w:rsidRPr="00536741" w:rsidRDefault="001F28F9" w:rsidP="00752A41">
            <w:pPr>
              <w:pStyle w:val="SIText"/>
            </w:pPr>
          </w:p>
        </w:tc>
      </w:tr>
      <w:tr w:rsidR="005C7EA8" w:rsidRPr="00963A46" w14:paraId="689812A1" w14:textId="77777777" w:rsidTr="00DB557A">
        <w:trPr>
          <w:trHeight w:val="1258"/>
        </w:trPr>
        <w:tc>
          <w:tcPr>
            <w:tcW w:w="5000" w:type="pct"/>
            <w:shd w:val="clear" w:color="auto" w:fill="auto"/>
          </w:tcPr>
          <w:p w14:paraId="2D304645" w14:textId="77777777" w:rsidR="00DB557A" w:rsidRPr="00752A41" w:rsidRDefault="00DB557A" w:rsidP="00752A41">
            <w:pPr>
              <w:pStyle w:val="SITextHeading2"/>
            </w:pPr>
            <w:r w:rsidRPr="0083005E">
              <w:t>Target Group</w:t>
            </w:r>
          </w:p>
          <w:p w14:paraId="38BC0535" w14:textId="7A3A0908" w:rsidR="001D2756" w:rsidRDefault="004667AA" w:rsidP="00752A41">
            <w:pPr>
              <w:pStyle w:val="SIText"/>
            </w:pPr>
            <w:r w:rsidRPr="004667AA">
              <w:t xml:space="preserve">This skill set is for individuals who work on carbon farming aerial savanna burning projects, including projects carried out on </w:t>
            </w:r>
            <w:r w:rsidR="00817111">
              <w:t>Country</w:t>
            </w:r>
            <w:r w:rsidRPr="004667AA">
              <w:t>.</w:t>
            </w:r>
          </w:p>
          <w:p w14:paraId="7E9D0364" w14:textId="77777777" w:rsidR="0016138C" w:rsidRPr="00536741" w:rsidRDefault="0016138C" w:rsidP="004667AA">
            <w:pPr>
              <w:pStyle w:val="SIText"/>
            </w:pP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t>Suggested wo</w:t>
            </w:r>
            <w:r w:rsidRPr="00752A41">
              <w:t>rds for Statement of Attainment</w:t>
            </w:r>
          </w:p>
          <w:p w14:paraId="5EC964A3" w14:textId="1F79648E" w:rsidR="00DB557A" w:rsidRPr="00692136" w:rsidRDefault="004667AA" w:rsidP="00692136">
            <w:pPr>
              <w:pStyle w:val="SIText"/>
              <w:rPr>
                <w:rStyle w:val="SITemporarytext-red"/>
                <w:color w:val="auto"/>
                <w:sz w:val="20"/>
                <w:szCs w:val="22"/>
              </w:rPr>
            </w:pPr>
            <w:r w:rsidRPr="00692136">
              <w:rPr>
                <w:rStyle w:val="SITemporarytext-red"/>
                <w:color w:val="auto"/>
                <w:sz w:val="20"/>
                <w:szCs w:val="22"/>
              </w:rPr>
              <w:t>These competencies from the A</w:t>
            </w:r>
            <w:r w:rsidRPr="00817111">
              <w:rPr>
                <w:rStyle w:val="SIText-Italic"/>
              </w:rPr>
              <w:t>HC Agriculture, Horticulture, Conservation and Land Management Training Package</w:t>
            </w:r>
            <w:r w:rsidRPr="00692136">
              <w:rPr>
                <w:rStyle w:val="SITemporarytext-red"/>
                <w:color w:val="auto"/>
                <w:sz w:val="20"/>
                <w:szCs w:val="22"/>
              </w:rPr>
              <w:t xml:space="preserve"> and the </w:t>
            </w:r>
            <w:r w:rsidRPr="00817111">
              <w:rPr>
                <w:rStyle w:val="SIText-Italic"/>
              </w:rPr>
              <w:t>PUA Public Safety Training Package</w:t>
            </w:r>
            <w:r w:rsidRPr="00692136">
              <w:rPr>
                <w:rStyle w:val="SITemporarytext-red"/>
                <w:color w:val="auto"/>
                <w:sz w:val="20"/>
                <w:szCs w:val="22"/>
              </w:rPr>
              <w:t xml:space="preserve"> meet the requirements for individuals who work on carbon farming aerial savanna burning projects.</w:t>
            </w:r>
          </w:p>
          <w:p w14:paraId="6F26B461" w14:textId="77777777" w:rsidR="00DB557A" w:rsidRPr="00536741" w:rsidRDefault="00DB557A" w:rsidP="00752A41">
            <w:pPr>
              <w:pStyle w:val="SITextHeading2"/>
            </w:pPr>
          </w:p>
        </w:tc>
      </w:tr>
    </w:tbl>
    <w:p w14:paraId="2A076FE9"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A44E8" w14:textId="77777777" w:rsidR="00C11C32" w:rsidRDefault="00C11C32" w:rsidP="00BF3F0A">
      <w:r>
        <w:separator/>
      </w:r>
    </w:p>
    <w:p w14:paraId="16522C6F" w14:textId="77777777" w:rsidR="00C11C32" w:rsidRDefault="00C11C32"/>
  </w:endnote>
  <w:endnote w:type="continuationSeparator" w:id="0">
    <w:p w14:paraId="56DEE6B6" w14:textId="77777777" w:rsidR="00C11C32" w:rsidRDefault="00C11C32" w:rsidP="00BF3F0A">
      <w:r>
        <w:continuationSeparator/>
      </w:r>
    </w:p>
    <w:p w14:paraId="4045B453" w14:textId="77777777" w:rsidR="00C11C32" w:rsidRDefault="00C11C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7EBDD" w14:textId="77777777" w:rsidR="004667AA" w:rsidRDefault="004667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DBC25" w14:textId="77777777" w:rsidR="004667AA" w:rsidRDefault="004667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E2BEB" w14:textId="77777777" w:rsidR="00C11C32" w:rsidRDefault="00C11C32" w:rsidP="00BF3F0A">
      <w:r>
        <w:separator/>
      </w:r>
    </w:p>
    <w:p w14:paraId="2CD7CEA2" w14:textId="77777777" w:rsidR="00C11C32" w:rsidRDefault="00C11C32"/>
  </w:footnote>
  <w:footnote w:type="continuationSeparator" w:id="0">
    <w:p w14:paraId="323BB4E2" w14:textId="77777777" w:rsidR="00C11C32" w:rsidRDefault="00C11C32" w:rsidP="00BF3F0A">
      <w:r>
        <w:continuationSeparator/>
      </w:r>
    </w:p>
    <w:p w14:paraId="37970F0E" w14:textId="77777777" w:rsidR="00C11C32" w:rsidRDefault="00C11C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B2F44" w14:textId="77777777" w:rsidR="004667AA" w:rsidRDefault="004667A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E2EB" w14:textId="504805EC" w:rsidR="009C2650" w:rsidRDefault="00C11C32">
    <w:sdt>
      <w:sdtPr>
        <w:id w:val="-1177961801"/>
        <w:docPartObj>
          <w:docPartGallery w:val="Watermarks"/>
          <w:docPartUnique/>
        </w:docPartObj>
      </w:sdtPr>
      <w:sdtEndPr/>
      <w:sdtContent>
        <w:r>
          <w:pict w14:anchorId="37AD65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667AA" w:rsidRPr="004667AA">
      <w:t xml:space="preserve"> </w:t>
    </w:r>
    <w:r w:rsidR="00692136" w:rsidRPr="00692136">
      <w:t>AHCSS0</w:t>
    </w:r>
    <w:r w:rsidR="00692136">
      <w:t>XX</w:t>
    </w:r>
    <w:r w:rsidR="00692136" w:rsidRPr="00692136">
      <w:t>82</w:t>
    </w:r>
    <w:r w:rsidR="00692136">
      <w:t xml:space="preserve"> </w:t>
    </w:r>
    <w:r w:rsidR="004667AA" w:rsidRPr="004667AA">
      <w:t>Carbon Farming Aerial Savanna Burning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EEAB" w14:textId="77777777" w:rsidR="004667AA" w:rsidRDefault="004667A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3C9C"/>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5355B"/>
    <w:rsid w:val="00262FC3"/>
    <w:rsid w:val="00276DB8"/>
    <w:rsid w:val="00282664"/>
    <w:rsid w:val="00285FB8"/>
    <w:rsid w:val="002931C2"/>
    <w:rsid w:val="002A4CD3"/>
    <w:rsid w:val="002C55E9"/>
    <w:rsid w:val="002D0C8B"/>
    <w:rsid w:val="002E193E"/>
    <w:rsid w:val="002F4FFE"/>
    <w:rsid w:val="00310771"/>
    <w:rsid w:val="003173B8"/>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0149B"/>
    <w:rsid w:val="004127E3"/>
    <w:rsid w:val="0043064B"/>
    <w:rsid w:val="0043212E"/>
    <w:rsid w:val="00434366"/>
    <w:rsid w:val="00444423"/>
    <w:rsid w:val="004463CA"/>
    <w:rsid w:val="00452F3E"/>
    <w:rsid w:val="00453E79"/>
    <w:rsid w:val="004640AE"/>
    <w:rsid w:val="004667AA"/>
    <w:rsid w:val="00475172"/>
    <w:rsid w:val="004758B0"/>
    <w:rsid w:val="004832D2"/>
    <w:rsid w:val="00485559"/>
    <w:rsid w:val="004A142B"/>
    <w:rsid w:val="004A44E8"/>
    <w:rsid w:val="004B29B7"/>
    <w:rsid w:val="004C2244"/>
    <w:rsid w:val="004C3C45"/>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C6E"/>
    <w:rsid w:val="00620E8E"/>
    <w:rsid w:val="00633CFE"/>
    <w:rsid w:val="00634FCA"/>
    <w:rsid w:val="006404B5"/>
    <w:rsid w:val="006446A1"/>
    <w:rsid w:val="006452B8"/>
    <w:rsid w:val="00652E62"/>
    <w:rsid w:val="00687B62"/>
    <w:rsid w:val="00690C44"/>
    <w:rsid w:val="00692136"/>
    <w:rsid w:val="00695891"/>
    <w:rsid w:val="006969D9"/>
    <w:rsid w:val="006A1D6C"/>
    <w:rsid w:val="006A2B68"/>
    <w:rsid w:val="006B20D0"/>
    <w:rsid w:val="006C159E"/>
    <w:rsid w:val="006C2F32"/>
    <w:rsid w:val="006D4448"/>
    <w:rsid w:val="006E2C4D"/>
    <w:rsid w:val="00705EEC"/>
    <w:rsid w:val="00707741"/>
    <w:rsid w:val="00722769"/>
    <w:rsid w:val="00727901"/>
    <w:rsid w:val="0073075B"/>
    <w:rsid w:val="007341FF"/>
    <w:rsid w:val="007404E9"/>
    <w:rsid w:val="007444CF"/>
    <w:rsid w:val="00752A41"/>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7111"/>
    <w:rsid w:val="00817D51"/>
    <w:rsid w:val="00823530"/>
    <w:rsid w:val="00823FF4"/>
    <w:rsid w:val="008306E7"/>
    <w:rsid w:val="00834BC8"/>
    <w:rsid w:val="00837FD6"/>
    <w:rsid w:val="00847B60"/>
    <w:rsid w:val="00850243"/>
    <w:rsid w:val="008545EB"/>
    <w:rsid w:val="00856837"/>
    <w:rsid w:val="008612A5"/>
    <w:rsid w:val="00865011"/>
    <w:rsid w:val="00883C6C"/>
    <w:rsid w:val="00886790"/>
    <w:rsid w:val="00890663"/>
    <w:rsid w:val="008908DE"/>
    <w:rsid w:val="00894FBB"/>
    <w:rsid w:val="008A12ED"/>
    <w:rsid w:val="008B2C77"/>
    <w:rsid w:val="008B4AD2"/>
    <w:rsid w:val="008E39BE"/>
    <w:rsid w:val="008E62EC"/>
    <w:rsid w:val="008E7B69"/>
    <w:rsid w:val="008F32F6"/>
    <w:rsid w:val="00915ADF"/>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124"/>
    <w:rsid w:val="00B22C67"/>
    <w:rsid w:val="00B3508F"/>
    <w:rsid w:val="00B443EE"/>
    <w:rsid w:val="00B560C8"/>
    <w:rsid w:val="00B61150"/>
    <w:rsid w:val="00B65BC7"/>
    <w:rsid w:val="00B71B48"/>
    <w:rsid w:val="00B746B9"/>
    <w:rsid w:val="00B848D4"/>
    <w:rsid w:val="00B865B7"/>
    <w:rsid w:val="00BA1CB1"/>
    <w:rsid w:val="00BA482D"/>
    <w:rsid w:val="00BA7B66"/>
    <w:rsid w:val="00BB23F4"/>
    <w:rsid w:val="00BC5075"/>
    <w:rsid w:val="00BD2389"/>
    <w:rsid w:val="00BD3B0F"/>
    <w:rsid w:val="00BF1D4C"/>
    <w:rsid w:val="00BF3F0A"/>
    <w:rsid w:val="00C01B36"/>
    <w:rsid w:val="00C11C32"/>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476DD"/>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61D8"/>
    <w:rsid w:val="00EB7EB1"/>
    <w:rsid w:val="00EC0469"/>
    <w:rsid w:val="00EF01F8"/>
    <w:rsid w:val="00EF4016"/>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6A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Revision">
    <w:name w:val="Revision"/>
    <w:hidden/>
    <w:uiPriority w:val="99"/>
    <w:semiHidden/>
    <w:rsid w:val="008612A5"/>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4.xml><?xml version="1.0" encoding="utf-8"?>
<ds:datastoreItem xmlns:ds="http://schemas.openxmlformats.org/officeDocument/2006/customXml" ds:itemID="{414B7C11-388C-4212-9DC6-7063701B9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TEM.SkillsImpact.SkillSet (1).dotx</Template>
  <TotalTime>0</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Michelle Ingley-Smith</cp:lastModifiedBy>
  <cp:revision>2</cp:revision>
  <cp:lastPrinted>2016-05-27T05:21:00Z</cp:lastPrinted>
  <dcterms:created xsi:type="dcterms:W3CDTF">2022-05-30T03:09:00Z</dcterms:created>
  <dcterms:modified xsi:type="dcterms:W3CDTF">2022-05-30T03:09:00Z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